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0261" w14:textId="3F53CCC4" w:rsidR="005D4EE5" w:rsidRPr="007B26F7" w:rsidRDefault="002A044D">
      <w:r w:rsidRPr="007B26F7"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1CEE2F98" w:rsidR="006F1112" w:rsidRPr="007B26F7" w:rsidRDefault="00FC33B2" w:rsidP="002A044D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 w:rsidRPr="007B26F7">
                                  <w:rPr>
                                    <w:color w:val="000000" w:themeColor="text1"/>
                                  </w:rPr>
                                  <w:t>Tallinna tn 12, Paide linn, Järva maakond</w:t>
                                </w:r>
                              </w:p>
                              <w:p w14:paraId="57A310D6" w14:textId="1ED731A4" w:rsidR="002A044D" w:rsidRPr="007B26F7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  <w:r w:rsidRPr="007B26F7">
                                  <w:rPr>
                                    <w:color w:val="FFFFFF" w:themeColor="background1"/>
                                  </w:rPr>
                                  <w:fldChar w:fldCharType="begin"/>
                                </w:r>
                                <w:r w:rsidRPr="007B26F7">
                                  <w:rPr>
                                    <w:color w:val="FFFFFF" w:themeColor="background1"/>
                                  </w:rPr>
                                  <w:instrText xml:space="preserve"> ASK  \* MERGEFORMAT </w:instrText>
                                </w:r>
                                <w:r w:rsidRPr="007B26F7">
                                  <w:rPr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1CEE2F98" w:rsidR="006F1112" w:rsidRPr="007B26F7" w:rsidRDefault="00FC33B2" w:rsidP="002A044D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 w:rsidRPr="007B26F7">
                            <w:rPr>
                              <w:color w:val="000000" w:themeColor="text1"/>
                            </w:rPr>
                            <w:t>Tallinna tn 12, Paide linn, Järva maakond</w:t>
                          </w:r>
                        </w:p>
                        <w:p w14:paraId="57A310D6" w14:textId="1ED731A4" w:rsidR="002A044D" w:rsidRPr="007B26F7" w:rsidRDefault="002A044D" w:rsidP="002A044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B26F7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B26F7">
                            <w:rPr>
                              <w:color w:val="FFFFFF" w:themeColor="background1"/>
                            </w:rPr>
                            <w:instrText xml:space="preserve"> ASK  \* MERGEFORMAT </w:instrText>
                          </w:r>
                          <w:r w:rsidRPr="007B26F7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51E18" w:rsidRPr="007B26F7">
        <w:t xml:space="preserve"> </w: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7B26F7" w14:paraId="725DA611" w14:textId="77777777" w:rsidTr="3ACF46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74572D1C" w14:textId="77777777" w:rsidR="00FC6777" w:rsidRPr="007B26F7" w:rsidRDefault="00FC6777" w:rsidP="002402FB">
            <w:pPr>
              <w:pStyle w:val="Numeratsioon"/>
              <w:rPr>
                <w:b w:val="0"/>
              </w:rPr>
            </w:pPr>
            <w:r w:rsidRPr="007B26F7">
              <w:rPr>
                <w:b w:val="0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7B26F7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7B26F7">
              <w:rPr>
                <w:b w:val="0"/>
              </w:rPr>
              <w:t>Avariide, rikete ja puuduste edastamine tööpäevadel</w:t>
            </w:r>
            <w:r w:rsidR="00585706" w:rsidRPr="007B26F7">
              <w:rPr>
                <w:b w:val="0"/>
              </w:rPr>
              <w:br/>
            </w:r>
            <w:r w:rsidRPr="007B26F7">
              <w:rPr>
                <w:b w:val="0"/>
              </w:rPr>
              <w:t>8</w:t>
            </w:r>
            <w:r w:rsidR="00392271" w:rsidRPr="007B26F7">
              <w:rPr>
                <w:b w:val="0"/>
              </w:rPr>
              <w:t>:</w:t>
            </w:r>
            <w:r w:rsidRPr="007B26F7">
              <w:rPr>
                <w:b w:val="0"/>
              </w:rPr>
              <w:t>00</w:t>
            </w:r>
            <w:r w:rsidR="007719CD" w:rsidRPr="007B26F7">
              <w:rPr>
                <w:b w:val="0"/>
              </w:rPr>
              <w:t>-</w:t>
            </w:r>
            <w:r w:rsidRPr="007B26F7">
              <w:rPr>
                <w:b w:val="0"/>
              </w:rPr>
              <w:t>1</w:t>
            </w:r>
            <w:r w:rsidR="00FA4CFB" w:rsidRPr="007B26F7">
              <w:rPr>
                <w:b w:val="0"/>
              </w:rPr>
              <w:t>7</w:t>
            </w:r>
            <w:r w:rsidR="00392271" w:rsidRPr="007B26F7">
              <w:rPr>
                <w:b w:val="0"/>
              </w:rPr>
              <w:t>:</w:t>
            </w:r>
            <w:r w:rsidRPr="007B26F7">
              <w:rPr>
                <w:b w:val="0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7B26F7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 xml:space="preserve">Riigi Kinnisvara AS klienditugi </w:t>
            </w:r>
          </w:p>
          <w:p w14:paraId="4228C225" w14:textId="77777777" w:rsidR="00FC6777" w:rsidRPr="007B26F7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t</w:t>
            </w:r>
            <w:r w:rsidR="00FC6777" w:rsidRPr="007B26F7">
              <w:rPr>
                <w:b/>
              </w:rPr>
              <w:t>el</w:t>
            </w:r>
            <w:r w:rsidRPr="007B26F7">
              <w:rPr>
                <w:b/>
              </w:rPr>
              <w:t xml:space="preserve"> </w:t>
            </w:r>
            <w:r w:rsidR="007719CD" w:rsidRPr="007B26F7">
              <w:rPr>
                <w:b/>
              </w:rPr>
              <w:t>605 0000</w:t>
            </w:r>
          </w:p>
          <w:p w14:paraId="0FFA13C2" w14:textId="19936395" w:rsidR="00FC6777" w:rsidRPr="007B26F7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11" w:history="1">
              <w:r w:rsidRPr="007B26F7">
                <w:rPr>
                  <w:rStyle w:val="Hyperlink"/>
                </w:rPr>
                <w:t>klienditugi@rkas.ee</w:t>
              </w:r>
            </w:hyperlink>
          </w:p>
          <w:p w14:paraId="30ACDB16" w14:textId="31CBDF75" w:rsidR="00FA4CFB" w:rsidRPr="007B26F7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Works.rkas.ee</w:t>
            </w:r>
          </w:p>
        </w:tc>
      </w:tr>
      <w:tr w:rsidR="00E304D7" w:rsidRPr="007B26F7" w14:paraId="59499DD4" w14:textId="77777777" w:rsidTr="3ACF4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0DB8DA88" w14:textId="77777777" w:rsidR="00E304D7" w:rsidRPr="007B26F7" w:rsidRDefault="00E304D7" w:rsidP="002402FB">
            <w:pPr>
              <w:pStyle w:val="Numeratsioon"/>
              <w:rPr>
                <w:b w:val="0"/>
              </w:rPr>
            </w:pPr>
            <w:r w:rsidRPr="007B26F7">
              <w:rPr>
                <w:b w:val="0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7B26F7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71EA6647" w:rsidR="00E304D7" w:rsidRPr="007B26F7" w:rsidRDefault="00FC33B2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>Kalli Mägar</w:t>
            </w:r>
          </w:p>
          <w:p w14:paraId="043751CB" w14:textId="28DB214F" w:rsidR="000B2381" w:rsidRPr="007B26F7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 xml:space="preserve">tel +372 </w:t>
            </w:r>
            <w:r w:rsidR="00980EB5" w:rsidRPr="007B26F7">
              <w:t>5302 7813</w:t>
            </w:r>
          </w:p>
        </w:tc>
      </w:tr>
      <w:tr w:rsidR="00FC6777" w:rsidRPr="007B26F7" w14:paraId="5032205D" w14:textId="77777777" w:rsidTr="3ACF46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2"/>
          </w:tcPr>
          <w:p w14:paraId="7838B9FC" w14:textId="77777777" w:rsidR="00FC6777" w:rsidRPr="007B26F7" w:rsidRDefault="00FC6777" w:rsidP="002402FB">
            <w:pPr>
              <w:pStyle w:val="Numeratsioon"/>
              <w:rPr>
                <w:b w:val="0"/>
              </w:rPr>
            </w:pPr>
            <w:r w:rsidRPr="007B26F7">
              <w:rPr>
                <w:b w:val="0"/>
              </w:rPr>
              <w:t>3.</w:t>
            </w:r>
          </w:p>
        </w:tc>
        <w:sdt>
          <w:sdtPr>
            <w:rPr>
              <w:sz w:val="24"/>
              <w:szCs w:val="24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</w:tcPr>
              <w:p w14:paraId="3343EEEF" w14:textId="77777777" w:rsidR="00FC6777" w:rsidRPr="007B26F7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</w:rPr>
                </w:pPr>
                <w:r w:rsidRPr="007B26F7">
                  <w:rPr>
                    <w:sz w:val="24"/>
                    <w:szCs w:val="24"/>
                  </w:rPr>
                  <w:t xml:space="preserve">Kui on tekkinud avarii ja eespool nimetatute telefonid ei vasta, </w:t>
                </w:r>
                <w:r w:rsidRPr="007B26F7">
                  <w:rPr>
                    <w:sz w:val="24"/>
                    <w:szCs w:val="24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7B26F7" w14:paraId="27B3FEC3" w14:textId="77777777" w:rsidTr="3ACF4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7B26F7" w:rsidRDefault="00FC6777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7B26F7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0AE00" w14:textId="4CC985D3" w:rsidR="00FC6777" w:rsidRPr="007B26F7" w:rsidRDefault="35C4F674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rPr>
                <w:b/>
              </w:rPr>
              <w:t>KV Service O</w:t>
            </w:r>
            <w:r w:rsidR="007B26F7" w:rsidRPr="007B26F7">
              <w:rPr>
                <w:b/>
              </w:rPr>
              <w:t>Ü</w:t>
            </w:r>
          </w:p>
          <w:p w14:paraId="67996E1B" w14:textId="20509C19" w:rsidR="00FC6777" w:rsidRPr="007B26F7" w:rsidRDefault="00FC6777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2E3FDA" w14:textId="1A1599C6" w:rsidR="00FC6777" w:rsidRPr="007B26F7" w:rsidRDefault="7AE6AF96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Dispetšer, tel +372 tel 627 5610</w:t>
            </w:r>
          </w:p>
          <w:p w14:paraId="04220204" w14:textId="10E7168E" w:rsidR="00FC6777" w:rsidRPr="007B26F7" w:rsidRDefault="00FC6777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85706" w:rsidRPr="007B26F7" w14:paraId="2456AA8A" w14:textId="77777777" w:rsidTr="3ACF4666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F41583B" w14:textId="77777777" w:rsidR="00585706" w:rsidRPr="007B26F7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8E29DA9" w14:textId="77777777" w:rsidR="00585706" w:rsidRPr="007B26F7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6F7"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6499F7E" w14:textId="5A0ECF67" w:rsidR="00585706" w:rsidRPr="007B26F7" w:rsidRDefault="57B6D8DB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6F7">
              <w:rPr>
                <w:b/>
              </w:rPr>
              <w:t>KV Service OÜ</w:t>
            </w:r>
          </w:p>
          <w:p w14:paraId="38C72826" w14:textId="4C7727A9" w:rsidR="00585706" w:rsidRPr="007B26F7" w:rsidRDefault="00585706" w:rsidP="3ACF466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64D14F19" w14:textId="1A1599C6" w:rsidR="00585706" w:rsidRPr="007B26F7" w:rsidRDefault="1366AEAD" w:rsidP="3ACF466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Dispetšer, tel +372 tel 627 5610</w:t>
            </w:r>
          </w:p>
          <w:p w14:paraId="4B5C05C8" w14:textId="1B6C6023" w:rsidR="00585706" w:rsidRPr="007B26F7" w:rsidRDefault="00585706" w:rsidP="3ACF466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85706" w:rsidRPr="007B26F7" w14:paraId="168126CA" w14:textId="77777777" w:rsidTr="3ACF4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7B26F7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7B26F7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7AF97" w14:textId="5A0ECF67" w:rsidR="00585706" w:rsidRPr="007B26F7" w:rsidRDefault="3CA96D88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rPr>
                <w:b/>
              </w:rPr>
              <w:t>KV Service OÜ</w:t>
            </w:r>
          </w:p>
          <w:p w14:paraId="274C1824" w14:textId="6AF1A038" w:rsidR="00585706" w:rsidRPr="007B26F7" w:rsidRDefault="00585706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A5AC7" w14:textId="1A1599C6" w:rsidR="00585706" w:rsidRPr="007B26F7" w:rsidRDefault="3CA96D88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Dispetšer, tel +372 tel 627 5610</w:t>
            </w:r>
          </w:p>
          <w:p w14:paraId="2D46F712" w14:textId="17998A28" w:rsidR="00585706" w:rsidRPr="007B26F7" w:rsidRDefault="00585706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85706" w:rsidRPr="007B26F7" w14:paraId="1F2D694A" w14:textId="77777777" w:rsidTr="3ACF4666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73B9BE2A" w14:textId="77777777" w:rsidR="00585706" w:rsidRPr="007B26F7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7C14699" w14:textId="77777777" w:rsidR="00585706" w:rsidRPr="007B26F7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6F7"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CBE2072" w14:textId="5A0ECF67" w:rsidR="00585706" w:rsidRPr="007B26F7" w:rsidRDefault="558FF40B" w:rsidP="50CAC075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6F7">
              <w:rPr>
                <w:b/>
              </w:rPr>
              <w:t>KV Service</w:t>
            </w:r>
            <w:r w:rsidR="003E53F6" w:rsidRPr="007B26F7">
              <w:rPr>
                <w:b/>
              </w:rPr>
              <w:t xml:space="preserve">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74EF661D" w14:textId="1A1599C6" w:rsidR="00585706" w:rsidRPr="007B26F7" w:rsidRDefault="62E5C4F5" w:rsidP="5B559FF8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Dispetšer</w:t>
            </w:r>
            <w:r w:rsidR="000B2381" w:rsidRPr="007B26F7">
              <w:rPr>
                <w:b/>
              </w:rPr>
              <w:t>, tel +372 tel</w:t>
            </w:r>
            <w:r w:rsidR="6E517AFD" w:rsidRPr="007B26F7">
              <w:rPr>
                <w:b/>
              </w:rPr>
              <w:t xml:space="preserve"> 627 5610</w:t>
            </w:r>
          </w:p>
        </w:tc>
      </w:tr>
      <w:tr w:rsidR="00585706" w:rsidRPr="007B26F7" w14:paraId="0782982B" w14:textId="77777777" w:rsidTr="3ACF46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7B26F7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7B26F7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B26F7">
              <w:t>Nõrkvoolusüsteemid</w:t>
            </w:r>
            <w:r w:rsidRPr="007B26F7"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F9F09" w14:textId="6D4C7959" w:rsidR="00585706" w:rsidRPr="007B26F7" w:rsidRDefault="0A6E2F3A" w:rsidP="702885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7B26F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Viking Security AS</w:t>
            </w:r>
          </w:p>
          <w:p w14:paraId="5283F613" w14:textId="588B7E02" w:rsidR="00585706" w:rsidRPr="007B26F7" w:rsidRDefault="00585706" w:rsidP="70288545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313BD195" w:rsidR="00585706" w:rsidRPr="007B26F7" w:rsidRDefault="0A6E2F3A" w:rsidP="3ACF466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rFonts w:eastAsiaTheme="minorEastAsia"/>
                <w:b/>
              </w:rPr>
              <w:t xml:space="preserve">Dispetšer, tel  </w:t>
            </w:r>
            <w:r w:rsidR="243D95B5" w:rsidRPr="007B26F7">
              <w:rPr>
                <w:rFonts w:eastAsiaTheme="minorEastAsia"/>
                <w:b/>
              </w:rPr>
              <w:t xml:space="preserve">+372 </w:t>
            </w:r>
            <w:r w:rsidRPr="007B26F7">
              <w:rPr>
                <w:rFonts w:eastAsiaTheme="minorEastAsia"/>
                <w:b/>
              </w:rPr>
              <w:t>603 1559</w:t>
            </w:r>
          </w:p>
        </w:tc>
      </w:tr>
      <w:tr w:rsidR="00585706" w:rsidRPr="007B26F7" w14:paraId="32AD8B0B" w14:textId="77777777" w:rsidTr="3ACF4666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381468DD" w14:textId="77777777" w:rsidR="00585706" w:rsidRPr="007B26F7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207A574" w14:textId="77777777" w:rsidR="00585706" w:rsidRPr="007B26F7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26F7"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7A630B55" w14:textId="6347B74C" w:rsidR="00585706" w:rsidRPr="007B26F7" w:rsidRDefault="77DD40E4" w:rsidP="3ACF466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7B26F7">
              <w:rPr>
                <w:b/>
              </w:rPr>
              <w:t>Krausberg</w:t>
            </w:r>
            <w:proofErr w:type="spellEnd"/>
            <w:r w:rsidRPr="007B26F7">
              <w:rPr>
                <w:b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44B6C4ED" w14:textId="49A02388" w:rsidR="00585706" w:rsidRPr="007B26F7" w:rsidRDefault="77DD40E4" w:rsidP="3ACF466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B26F7">
              <w:rPr>
                <w:b/>
              </w:rPr>
              <w:t>Töödejuhataja tel +372 5300 2957</w:t>
            </w:r>
          </w:p>
        </w:tc>
      </w:tr>
    </w:tbl>
    <w:p w14:paraId="46F7C2A2" w14:textId="77777777" w:rsidR="00CC220A" w:rsidRPr="002F199C" w:rsidRDefault="00CC220A" w:rsidP="00CC220A"/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36B83" w14:textId="77777777" w:rsidR="0016260B" w:rsidRPr="007B26F7" w:rsidRDefault="0016260B" w:rsidP="009D60F9">
      <w:pPr>
        <w:spacing w:line="240" w:lineRule="auto"/>
      </w:pPr>
      <w:r w:rsidRPr="007B26F7">
        <w:separator/>
      </w:r>
    </w:p>
  </w:endnote>
  <w:endnote w:type="continuationSeparator" w:id="0">
    <w:p w14:paraId="0CAEE5FA" w14:textId="77777777" w:rsidR="0016260B" w:rsidRPr="007B26F7" w:rsidRDefault="0016260B" w:rsidP="009D60F9">
      <w:pPr>
        <w:spacing w:line="240" w:lineRule="auto"/>
      </w:pPr>
      <w:r w:rsidRPr="007B26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:rsidRPr="007B26F7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</w:tcPr>
        <w:p w14:paraId="06AE6434" w14:textId="77777777" w:rsidR="00284AE0" w:rsidRPr="007B26F7" w:rsidRDefault="00CC0B68" w:rsidP="00CC0B68">
          <w:pPr>
            <w:pStyle w:val="Teemasuur"/>
            <w:rPr>
              <w:b w:val="0"/>
            </w:rPr>
          </w:pPr>
          <w:r w:rsidRPr="007B26F7">
            <w:rPr>
              <w:b w:val="0"/>
            </w:rPr>
            <w:t>Avariide, rikete ja puuduste lokaliseerimise/likvideerimise aeg</w:t>
          </w:r>
        </w:p>
      </w:tc>
    </w:tr>
    <w:tr w:rsidR="00284AE0" w:rsidRPr="007B26F7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7B26F7" w:rsidRDefault="00284AE0" w:rsidP="00284AE0">
          <w:pPr>
            <w:pStyle w:val="Teema"/>
            <w:rPr>
              <w:b w:val="0"/>
            </w:rPr>
          </w:pPr>
          <w:r w:rsidRPr="007B26F7">
            <w:rPr>
              <w:b w:val="0"/>
            </w:rPr>
            <w:t>Avarii</w:t>
          </w:r>
        </w:p>
        <w:p w14:paraId="4AC4BBC7" w14:textId="77777777" w:rsidR="00284AE0" w:rsidRPr="007B26F7" w:rsidRDefault="00284AE0" w:rsidP="00284AE0">
          <w:pPr>
            <w:pStyle w:val="Teema"/>
            <w:rPr>
              <w:b w:val="0"/>
            </w:rPr>
          </w:pPr>
          <w:r w:rsidRPr="007B26F7">
            <w:rPr>
              <w:b w:val="0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7B26F7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</w:rPr>
          </w:pPr>
          <w:r w:rsidRPr="007B26F7">
            <w:rPr>
              <w:sz w:val="16"/>
              <w:szCs w:val="16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:rsidRPr="007B26F7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</w:tcPr>
        <w:p w14:paraId="7F755082" w14:textId="77777777" w:rsidR="00284AE0" w:rsidRPr="007B26F7" w:rsidRDefault="00284AE0" w:rsidP="00284AE0">
          <w:pPr>
            <w:pStyle w:val="Teema"/>
            <w:rPr>
              <w:b w:val="0"/>
            </w:rPr>
          </w:pPr>
          <w:r w:rsidRPr="007B26F7">
            <w:rPr>
              <w:b w:val="0"/>
            </w:rPr>
            <w:t>Rike</w:t>
          </w:r>
          <w:r w:rsidRPr="007B26F7">
            <w:rPr>
              <w:b w:val="0"/>
            </w:rPr>
            <w:br/>
            <w:t>48 h jooksul</w:t>
          </w:r>
        </w:p>
      </w:tc>
      <w:tc>
        <w:tcPr>
          <w:tcW w:w="8364" w:type="dxa"/>
        </w:tcPr>
        <w:p w14:paraId="529E9398" w14:textId="77777777" w:rsidR="00284AE0" w:rsidRPr="007B26F7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 w:rsidRPr="007B26F7">
            <w:rPr>
              <w:sz w:val="16"/>
              <w:szCs w:val="16"/>
            </w:rPr>
            <w:t>Rikke lokaliseerimine toimub 48 h jooksul pärast rikketeate vastuvõtmis</w:t>
          </w:r>
          <w:r w:rsidR="00CC0B68" w:rsidRPr="007B26F7">
            <w:rPr>
              <w:sz w:val="16"/>
              <w:szCs w:val="16"/>
            </w:rPr>
            <w:t xml:space="preserve">t. </w:t>
          </w:r>
          <w:r w:rsidRPr="007B26F7">
            <w:rPr>
              <w:sz w:val="16"/>
              <w:szCs w:val="16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:rsidRPr="007B26F7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7B26F7" w:rsidRDefault="00284AE0" w:rsidP="00284AE0">
          <w:pPr>
            <w:pStyle w:val="Teema"/>
            <w:rPr>
              <w:b w:val="0"/>
            </w:rPr>
          </w:pPr>
          <w:r w:rsidRPr="007B26F7">
            <w:rPr>
              <w:b w:val="0"/>
            </w:rPr>
            <w:t>Puudus</w:t>
          </w:r>
          <w:r w:rsidRPr="007B26F7">
            <w:rPr>
              <w:b w:val="0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7B26F7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</w:rPr>
          </w:pPr>
          <w:r w:rsidRPr="007B26F7">
            <w:rPr>
              <w:sz w:val="16"/>
              <w:szCs w:val="16"/>
            </w:rPr>
            <w:t>Puuduste likvideerimine toimub hiljemalt 72 h jooksul pärast teate vastuvõtmist.</w:t>
          </w:r>
          <w:r w:rsidR="00CC0B68" w:rsidRPr="007B26F7">
            <w:rPr>
              <w:sz w:val="16"/>
              <w:szCs w:val="16"/>
            </w:rPr>
            <w:t xml:space="preserve"> </w:t>
          </w:r>
          <w:r w:rsidRPr="007B26F7">
            <w:rPr>
              <w:sz w:val="16"/>
              <w:szCs w:val="16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Pr="007B26F7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26C09" w14:textId="77777777" w:rsidR="0016260B" w:rsidRPr="007B26F7" w:rsidRDefault="0016260B" w:rsidP="009D60F9">
      <w:pPr>
        <w:spacing w:line="240" w:lineRule="auto"/>
      </w:pPr>
      <w:r w:rsidRPr="007B26F7">
        <w:separator/>
      </w:r>
    </w:p>
  </w:footnote>
  <w:footnote w:type="continuationSeparator" w:id="0">
    <w:p w14:paraId="59DE2715" w14:textId="77777777" w:rsidR="0016260B" w:rsidRPr="007B26F7" w:rsidRDefault="0016260B" w:rsidP="009D60F9">
      <w:pPr>
        <w:spacing w:line="240" w:lineRule="auto"/>
      </w:pPr>
      <w:r w:rsidRPr="007B26F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96036" w14:textId="186EA30A" w:rsidR="009D60F9" w:rsidRPr="007B26F7" w:rsidRDefault="002A044D">
    <w:pPr>
      <w:pStyle w:val="Header"/>
    </w:pPr>
    <w:r w:rsidRPr="007B26F7">
      <mc:AlternateContent>
        <mc:Choice Requires="wps">
          <w:drawing>
            <wp:anchor distT="0" distB="0" distL="114300" distR="114300" simplePos="0" relativeHeight="25165824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7B26F7" w:rsidRDefault="00890F4B" w:rsidP="00FC6777">
                          <w:pPr>
                            <w:pStyle w:val="Pealkiri1"/>
                          </w:pPr>
                          <w:r w:rsidRPr="007B26F7">
                            <w:t>Avariide ja</w:t>
                          </w:r>
                          <w:r w:rsidR="002A044D" w:rsidRPr="007B26F7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7B26F7" w:rsidRDefault="00890F4B" w:rsidP="00FC6777">
                    <w:pPr>
                      <w:pStyle w:val="Pealkiri1"/>
                    </w:pPr>
                    <w:r w:rsidRPr="007B26F7">
                      <w:t>Avariide ja</w:t>
                    </w:r>
                    <w:r w:rsidR="002A044D" w:rsidRPr="007B26F7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 w:rsidRPr="007B26F7">
      <w:drawing>
        <wp:anchor distT="0" distB="0" distL="114300" distR="114300" simplePos="0" relativeHeight="251658241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6F7">
      <w:fldChar w:fldCharType="begin"/>
    </w:r>
    <w:r w:rsidRPr="007B26F7">
      <w:instrText xml:space="preserve"> TITLE \* MERGEFORMAT </w:instrText>
    </w:r>
    <w:r w:rsidRPr="007B26F7">
      <w:fldChar w:fldCharType="end"/>
    </w:r>
    <w:r w:rsidR="009D60F9" w:rsidRPr="007B26F7">
      <mc:AlternateContent>
        <mc:Choice Requires="wps">
          <w:drawing>
            <wp:anchor distT="0" distB="0" distL="114300" distR="114300" simplePos="0" relativeHeight="251658240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24121B42">
            <v:rect id="Rectangle 1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003669 [3204]" stroked="f" strokeweight="1pt" w14:anchorId="43F4FC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381"/>
    <w:rsid w:val="000C1162"/>
    <w:rsid w:val="000E4D68"/>
    <w:rsid w:val="00125CA0"/>
    <w:rsid w:val="0016260B"/>
    <w:rsid w:val="001A160F"/>
    <w:rsid w:val="001D6244"/>
    <w:rsid w:val="001E0FED"/>
    <w:rsid w:val="00232C60"/>
    <w:rsid w:val="002402FB"/>
    <w:rsid w:val="00284AE0"/>
    <w:rsid w:val="002A044D"/>
    <w:rsid w:val="002C4CBD"/>
    <w:rsid w:val="002F199C"/>
    <w:rsid w:val="00392271"/>
    <w:rsid w:val="003A6920"/>
    <w:rsid w:val="003E53F6"/>
    <w:rsid w:val="0040733F"/>
    <w:rsid w:val="00442E9F"/>
    <w:rsid w:val="00460541"/>
    <w:rsid w:val="004A3350"/>
    <w:rsid w:val="004A3A48"/>
    <w:rsid w:val="0051296E"/>
    <w:rsid w:val="005739BB"/>
    <w:rsid w:val="005801AB"/>
    <w:rsid w:val="00585706"/>
    <w:rsid w:val="005B0583"/>
    <w:rsid w:val="005C22FA"/>
    <w:rsid w:val="005D4EE5"/>
    <w:rsid w:val="005E3528"/>
    <w:rsid w:val="006258E1"/>
    <w:rsid w:val="00644210"/>
    <w:rsid w:val="00651E18"/>
    <w:rsid w:val="006646D6"/>
    <w:rsid w:val="006E1C23"/>
    <w:rsid w:val="006E33A0"/>
    <w:rsid w:val="006E52E5"/>
    <w:rsid w:val="006F1112"/>
    <w:rsid w:val="007026C3"/>
    <w:rsid w:val="0075218A"/>
    <w:rsid w:val="007719CD"/>
    <w:rsid w:val="00774CD6"/>
    <w:rsid w:val="00775317"/>
    <w:rsid w:val="007B26F7"/>
    <w:rsid w:val="007C6ADB"/>
    <w:rsid w:val="00848F29"/>
    <w:rsid w:val="008600C5"/>
    <w:rsid w:val="00890F4B"/>
    <w:rsid w:val="008C41AB"/>
    <w:rsid w:val="00980EB5"/>
    <w:rsid w:val="009D60F9"/>
    <w:rsid w:val="00A01123"/>
    <w:rsid w:val="00AA284D"/>
    <w:rsid w:val="00AC5730"/>
    <w:rsid w:val="00B64D0C"/>
    <w:rsid w:val="00C60B5E"/>
    <w:rsid w:val="00C62C72"/>
    <w:rsid w:val="00C85C11"/>
    <w:rsid w:val="00C94ED6"/>
    <w:rsid w:val="00CC0B68"/>
    <w:rsid w:val="00CC220A"/>
    <w:rsid w:val="00CE2355"/>
    <w:rsid w:val="00DC2C70"/>
    <w:rsid w:val="00DD6A88"/>
    <w:rsid w:val="00DE2514"/>
    <w:rsid w:val="00E001DC"/>
    <w:rsid w:val="00E17F76"/>
    <w:rsid w:val="00E256B3"/>
    <w:rsid w:val="00E304D7"/>
    <w:rsid w:val="00E61C4D"/>
    <w:rsid w:val="00EA6692"/>
    <w:rsid w:val="00EC574C"/>
    <w:rsid w:val="00F04AEE"/>
    <w:rsid w:val="00FA4CFB"/>
    <w:rsid w:val="00FC33B2"/>
    <w:rsid w:val="00FC6777"/>
    <w:rsid w:val="0A6E2F3A"/>
    <w:rsid w:val="1366AEAD"/>
    <w:rsid w:val="23641E4E"/>
    <w:rsid w:val="243D95B5"/>
    <w:rsid w:val="2A09D303"/>
    <w:rsid w:val="35C4F674"/>
    <w:rsid w:val="3ACF4666"/>
    <w:rsid w:val="3B6C2D37"/>
    <w:rsid w:val="3CA96D88"/>
    <w:rsid w:val="3F0D7502"/>
    <w:rsid w:val="50CAC075"/>
    <w:rsid w:val="558FF40B"/>
    <w:rsid w:val="57B6D8DB"/>
    <w:rsid w:val="5B559FF8"/>
    <w:rsid w:val="62E5C4F5"/>
    <w:rsid w:val="6E517AFD"/>
    <w:rsid w:val="70288545"/>
    <w:rsid w:val="77DD40E4"/>
    <w:rsid w:val="7AE6A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9D6BA5E9-0ADA-44C8-A4C4-3FB75ED1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0583"/>
    <w:rsid w:val="005B1036"/>
    <w:rsid w:val="00666DA5"/>
    <w:rsid w:val="008600C5"/>
    <w:rsid w:val="008C7DB7"/>
    <w:rsid w:val="00B72E4B"/>
    <w:rsid w:val="00C62C72"/>
    <w:rsid w:val="00E26C39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5F25KTUSNP4X-205032580-170226</_dlc_DocId>
    <_dlc_DocIdUrl xmlns="d65e48b5-f38d-431e-9b4f-47403bf4583f">
      <Url>https://rkas.sharepoint.com/Kliendisuhted/_layouts/15/DocIdRedir.aspx?ID=5F25KTUSNP4X-205032580-170226</Url>
      <Description>5F25KTUSNP4X-205032580-170226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2a624510028c3b1bf67f1e0c8c521b6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784d042d7074685365e19dcd168d2cb3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0549E2-D420-4DF6-B799-D0BE6D03D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1</TotalTime>
  <Pages>1</Pages>
  <Words>127</Words>
  <Characters>740</Characters>
  <Application>Microsoft Office Word</Application>
  <DocSecurity>0</DocSecurity>
  <Lines>6</Lines>
  <Paragraphs>1</Paragraphs>
  <ScaleCrop>false</ScaleCrop>
  <Manager/>
  <Company/>
  <LinksUpToDate>false</LinksUpToDate>
  <CharactersWithSpaces>866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Anu Irval</cp:lastModifiedBy>
  <cp:revision>14</cp:revision>
  <cp:lastPrinted>2023-09-28T15:38:00Z</cp:lastPrinted>
  <dcterms:created xsi:type="dcterms:W3CDTF">2024-01-16T22:14:00Z</dcterms:created>
  <dcterms:modified xsi:type="dcterms:W3CDTF">2025-10-28T18:03:00Z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4c01a465-2b7b-415f-8e6b-6d21ba9af442</vt:lpwstr>
  </property>
</Properties>
</file>